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B8" w:rsidRPr="00C60DAE" w:rsidRDefault="00EA2D8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bookmarkStart w:id="0" w:name="_GoBack"/>
      <w:bookmarkEnd w:id="0"/>
      <w:r>
        <w:rPr>
          <w:noProof/>
          <w:lang w:val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EB8" w:rsidRPr="00C60DAE">
        <w:rPr>
          <w:rFonts w:ascii="Arial Narrow" w:hAnsi="Arial Narrow"/>
          <w:sz w:val="18"/>
          <w:lang w:val="de-DE"/>
        </w:rPr>
        <w:fldChar w:fldCharType="begin"/>
      </w:r>
      <w:r w:rsidR="000C1EB8" w:rsidRPr="00C60DAE">
        <w:rPr>
          <w:rFonts w:ascii="Arial Narrow" w:hAnsi="Arial Narrow"/>
          <w:sz w:val="18"/>
          <w:lang w:val="de-DE"/>
        </w:rPr>
        <w:instrText>ADVANCE \Y 77.95</w:instrText>
      </w:r>
      <w:r w:rsidR="000C1EB8" w:rsidRPr="00C60DAE">
        <w:rPr>
          <w:rFonts w:ascii="Arial Narrow" w:hAnsi="Arial Narrow"/>
          <w:sz w:val="18"/>
          <w:lang w:val="de-DE"/>
        </w:rPr>
        <w:fldChar w:fldCharType="end"/>
      </w: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0C1EB8" w:rsidRPr="007B1EB9" w:rsidRDefault="000C1EB8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>P R O T O K O L L</w:t>
      </w:r>
    </w:p>
    <w:p w:rsidR="000C1EB8" w:rsidRPr="00F834DE" w:rsidRDefault="000C1EB8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5. Sitzung | WS 2011/12</w:t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fldChar w:fldCharType="begin"/>
      </w:r>
      <w:r>
        <w:rPr>
          <w:rFonts w:ascii="Arial Narrow" w:hAnsi="Arial Narrow"/>
          <w:sz w:val="22"/>
          <w:lang w:val="de-DE"/>
        </w:rPr>
        <w:instrText xml:space="preserve"> TIME \@ "dd.MM.yyyy" </w:instrText>
      </w:r>
      <w:r>
        <w:rPr>
          <w:rFonts w:ascii="Arial Narrow" w:hAnsi="Arial Narrow"/>
          <w:sz w:val="22"/>
          <w:lang w:val="de-DE"/>
        </w:rPr>
        <w:fldChar w:fldCharType="separate"/>
      </w:r>
      <w:r w:rsidR="00EA2D80">
        <w:rPr>
          <w:rFonts w:ascii="Arial Narrow" w:hAnsi="Arial Narrow"/>
          <w:noProof/>
          <w:sz w:val="22"/>
          <w:lang w:val="de-DE"/>
        </w:rPr>
        <w:t>23.01.2012</w:t>
      </w:r>
      <w:r>
        <w:rPr>
          <w:rFonts w:ascii="Arial Narrow" w:hAnsi="Arial Narrow"/>
          <w:sz w:val="22"/>
          <w:lang w:val="de-DE"/>
        </w:rPr>
        <w:fldChar w:fldCharType="end"/>
      </w:r>
      <w:r w:rsidRPr="00F834DE">
        <w:rPr>
          <w:rFonts w:ascii="Arial Narrow" w:hAnsi="Arial Narrow"/>
          <w:sz w:val="22"/>
          <w:lang w:val="de-DE"/>
        </w:rPr>
        <w:t xml:space="preserve"> / </w:t>
      </w:r>
    </w:p>
    <w:p w:rsidR="000C1EB8" w:rsidRPr="00F834DE" w:rsidRDefault="000C1EB8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0C1EB8" w:rsidRPr="00F834DE" w:rsidRDefault="000C1EB8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Dienstag</w:t>
      </w:r>
      <w:r w:rsidRPr="00F834DE">
        <w:rPr>
          <w:rFonts w:ascii="Arial Narrow" w:hAnsi="Arial Narrow"/>
          <w:sz w:val="22"/>
          <w:lang w:val="de-DE"/>
        </w:rPr>
        <w:t xml:space="preserve">, </w:t>
      </w:r>
      <w:r>
        <w:rPr>
          <w:rFonts w:ascii="Arial Narrow" w:hAnsi="Arial Narrow"/>
          <w:sz w:val="22"/>
          <w:lang w:val="de-DE"/>
        </w:rPr>
        <w:t>17.10.2011</w:t>
      </w:r>
    </w:p>
    <w:p w:rsidR="000C1EB8" w:rsidRPr="00F834D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13 Uhr</w:t>
      </w:r>
    </w:p>
    <w:p w:rsidR="000C1EB8" w:rsidRPr="00F834DE" w:rsidRDefault="000C1EB8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AStA Büro</w:t>
      </w:r>
    </w:p>
    <w:p w:rsidR="000C1EB8" w:rsidRPr="009757B0" w:rsidRDefault="000C1EB8" w:rsidP="009757B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Pr="00CB5BD5">
        <w:rPr>
          <w:rFonts w:ascii="Arial Narrow" w:hAnsi="Arial Narrow"/>
          <w:sz w:val="22"/>
          <w:lang w:val="de-DE"/>
        </w:rPr>
        <w:t xml:space="preserve">Dennis Franz, ‚Sarah Häfele, Susanne Schmidt, Barbara Kopf, </w:t>
      </w:r>
      <w:r>
        <w:rPr>
          <w:rFonts w:ascii="Arial Narrow" w:hAnsi="Arial Narrow"/>
          <w:sz w:val="22"/>
          <w:lang w:val="de-DE"/>
        </w:rPr>
        <w:t>, Benedikt Recktenwald, Anna Kyc, Maritta Kämmerer, Florian Fischer, Bastian Ludwig, Dennis Breitenbach, Janine W</w:t>
      </w:r>
      <w:r w:rsidRPr="00C82C9C">
        <w:rPr>
          <w:rFonts w:ascii="Arial Narrow" w:hAnsi="Arial Narrow"/>
          <w:sz w:val="22"/>
          <w:lang w:val="de-DE"/>
        </w:rPr>
        <w:t>oytera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Dennis Franz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Dennis Franz</w:t>
      </w:r>
    </w:p>
    <w:p w:rsidR="000C1EB8" w:rsidRPr="00B83D82" w:rsidRDefault="000C1EB8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>
        <w:rPr>
          <w:rFonts w:ascii="Arial Narrow" w:hAnsi="Arial Narrow"/>
          <w:b/>
          <w:sz w:val="22"/>
          <w:lang w:val="de-DE"/>
        </w:rPr>
        <w:tab/>
      </w:r>
      <w:r w:rsidRPr="00C60DAE">
        <w:rPr>
          <w:rFonts w:ascii="Arial Narrow" w:hAnsi="Arial Narrow"/>
          <w:b/>
          <w:sz w:val="22"/>
          <w:lang w:val="de-DE"/>
        </w:rPr>
        <w:t>:</w:t>
      </w:r>
      <w:r>
        <w:rPr>
          <w:rFonts w:ascii="Arial Narrow" w:hAnsi="Arial Narrow"/>
          <w:b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12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>Dimitri Sorokine, Michael Scholz, Sebastian Hausch</w:t>
      </w:r>
    </w:p>
    <w:p w:rsidR="000C1EB8" w:rsidRPr="001364FA" w:rsidRDefault="000C1EB8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C60DAE" w:rsidRDefault="000C1EB8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0C1EB8" w:rsidRPr="00FD2F2E" w:rsidRDefault="000C1EB8" w:rsidP="00312F4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FD2F2E">
        <w:rPr>
          <w:rFonts w:ascii="Arial Narrow" w:hAnsi="Arial Narrow"/>
          <w:sz w:val="22"/>
          <w:szCs w:val="22"/>
          <w:lang w:val="de-DE"/>
        </w:rPr>
        <w:t>Regularien</w:t>
      </w:r>
    </w:p>
    <w:p w:rsidR="000C1EB8" w:rsidRDefault="000C1EB8" w:rsidP="00312F4D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hanging="1014"/>
        <w:jc w:val="both"/>
        <w:rPr>
          <w:rFonts w:ascii="Arial Narrow" w:hAnsi="Arial Narrow"/>
          <w:sz w:val="22"/>
          <w:szCs w:val="22"/>
          <w:lang w:val="de-DE"/>
        </w:rPr>
      </w:pPr>
      <w:r w:rsidRPr="00FD2F2E">
        <w:rPr>
          <w:rFonts w:ascii="Arial Narrow" w:hAnsi="Arial Narrow"/>
          <w:sz w:val="22"/>
          <w:szCs w:val="22"/>
          <w:lang w:val="de-DE"/>
        </w:rPr>
        <w:t>Begrüßung</w:t>
      </w:r>
    </w:p>
    <w:p w:rsidR="000C1EB8" w:rsidRPr="00FD2F2E" w:rsidRDefault="000C1EB8" w:rsidP="00FD2F2E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ab/>
        <w:t xml:space="preserve">Es sind </w:t>
      </w:r>
      <w:r>
        <w:rPr>
          <w:rFonts w:ascii="Arial Narrow" w:hAnsi="Arial Narrow"/>
          <w:sz w:val="22"/>
          <w:lang w:val="de-DE"/>
        </w:rPr>
        <w:t>5</w:t>
      </w:r>
      <w:r>
        <w:rPr>
          <w:rFonts w:ascii="Arial Narrow" w:hAnsi="Arial Narrow"/>
          <w:sz w:val="22"/>
          <w:szCs w:val="22"/>
          <w:lang w:val="de-DE"/>
        </w:rPr>
        <w:t xml:space="preserve"> stimmberechtigte Mitglieder anwesend.</w:t>
      </w:r>
    </w:p>
    <w:p w:rsidR="000C1EB8" w:rsidRPr="00FD2F2E" w:rsidRDefault="000C1EB8" w:rsidP="00312F4D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hanging="1014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Bestätigung der </w:t>
      </w:r>
      <w:r w:rsidRPr="00FD2F2E">
        <w:rPr>
          <w:rFonts w:ascii="Arial Narrow" w:hAnsi="Arial Narrow"/>
          <w:sz w:val="22"/>
          <w:szCs w:val="22"/>
          <w:lang w:val="de-DE"/>
        </w:rPr>
        <w:t>Tagesordnung</w:t>
      </w:r>
    </w:p>
    <w:p w:rsidR="000C1EB8" w:rsidRDefault="000C1EB8" w:rsidP="00FD2F2E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hanging="1014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Bestätigung des </w:t>
      </w:r>
      <w:r w:rsidRPr="00FD2F2E">
        <w:rPr>
          <w:rFonts w:ascii="Arial Narrow" w:hAnsi="Arial Narrow"/>
          <w:sz w:val="22"/>
          <w:szCs w:val="22"/>
          <w:lang w:val="de-DE"/>
        </w:rPr>
        <w:t>Protokoll</w:t>
      </w:r>
      <w:r>
        <w:rPr>
          <w:rFonts w:ascii="Arial Narrow" w:hAnsi="Arial Narrow"/>
          <w:sz w:val="22"/>
          <w:szCs w:val="22"/>
          <w:lang w:val="de-DE"/>
        </w:rPr>
        <w:t>s</w:t>
      </w:r>
      <w:r w:rsidRPr="00FD2F2E">
        <w:rPr>
          <w:rFonts w:ascii="Arial Narrow" w:hAnsi="Arial Narrow"/>
          <w:sz w:val="22"/>
          <w:szCs w:val="22"/>
          <w:lang w:val="de-DE"/>
        </w:rPr>
        <w:t xml:space="preserve"> der letzten Sitzung</w:t>
      </w:r>
    </w:p>
    <w:p w:rsidR="000C1EB8" w:rsidRPr="007364E7" w:rsidRDefault="000C1EB8" w:rsidP="009757B0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</w:p>
    <w:p w:rsidR="000C1EB8" w:rsidRDefault="000C1EB8" w:rsidP="00312F4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0C1EB8" w:rsidRDefault="000C1EB8" w:rsidP="00CF0E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</w:p>
    <w:p w:rsidR="000C1EB8" w:rsidRDefault="000C1EB8" w:rsidP="009757B0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Ausfahrt Titisee: Anni holt Angebot bei Busunternehmen ein</w:t>
      </w:r>
    </w:p>
    <w:p w:rsidR="000C1EB8" w:rsidRDefault="000C1EB8" w:rsidP="009757B0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Shoppingfahrt nach Freiburg wird Abgesagt</w:t>
      </w:r>
    </w:p>
    <w:p w:rsidR="000C1EB8" w:rsidRDefault="000C1EB8" w:rsidP="009757B0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br w:type="page"/>
      </w:r>
      <w:r>
        <w:rPr>
          <w:rFonts w:ascii="Arial Narrow" w:hAnsi="Arial Narrow"/>
          <w:sz w:val="22"/>
          <w:lang w:val="de-DE"/>
        </w:rPr>
        <w:lastRenderedPageBreak/>
        <w:t>Heckler &amp; Koch</w:t>
      </w:r>
    </w:p>
    <w:p w:rsidR="000C1EB8" w:rsidRDefault="000C1EB8" w:rsidP="009757B0">
      <w:pPr>
        <w:pStyle w:val="WortmarkeFu"/>
        <w:numPr>
          <w:ilvl w:val="3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Busangebot durch Babs, werbung auf Homepage</w:t>
      </w:r>
    </w:p>
    <w:p w:rsidR="000C1EB8" w:rsidRDefault="000C1EB8" w:rsidP="009757B0">
      <w:pPr>
        <w:pStyle w:val="WortmarkeFu"/>
        <w:numPr>
          <w:ilvl w:val="3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Logoverwendung noch unklar</w:t>
      </w:r>
    </w:p>
    <w:p w:rsidR="000C1EB8" w:rsidRDefault="000C1EB8" w:rsidP="009757B0">
      <w:pPr>
        <w:pStyle w:val="WortmarkeFu"/>
        <w:numPr>
          <w:ilvl w:val="3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warten auf Rückmeldung von VS und TUT</w:t>
      </w:r>
    </w:p>
    <w:p w:rsidR="000C1EB8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p w:rsidR="000C1EB8" w:rsidRDefault="000C1EB8" w:rsidP="009757B0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Antrag auf Mittel aus Studiengebühren</w:t>
      </w:r>
    </w:p>
    <w:p w:rsidR="000C1EB8" w:rsidRDefault="000C1EB8" w:rsidP="009757B0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I </w:t>
      </w:r>
      <w:r>
        <w:rPr>
          <w:rFonts w:ascii="Arial Narrow" w:hAnsi="Arial Narrow"/>
          <w:sz w:val="22"/>
          <w:lang w:val="de-DE"/>
        </w:rPr>
        <w:tab/>
        <w:t>Ergometer wird vorerst ausgetragen aus der Agenda</w:t>
      </w:r>
    </w:p>
    <w:p w:rsidR="000C1EB8" w:rsidRDefault="000C1EB8" w:rsidP="009757B0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II</w:t>
      </w:r>
      <w:r>
        <w:rPr>
          <w:rFonts w:ascii="Arial Narrow" w:hAnsi="Arial Narrow"/>
          <w:sz w:val="22"/>
          <w:lang w:val="de-DE"/>
        </w:rPr>
        <w:tab/>
        <w:t>Kühlschränke wurden um 2 Kühltruhen erweitert</w:t>
      </w:r>
    </w:p>
    <w:p w:rsidR="000C1EB8" w:rsidRDefault="000C1EB8" w:rsidP="009757B0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III Basketballtrikots Basti</w:t>
      </w:r>
    </w:p>
    <w:p w:rsidR="000C1EB8" w:rsidRDefault="000C1EB8" w:rsidP="009757B0">
      <w:pPr>
        <w:pStyle w:val="WortmarkeFu"/>
        <w:numPr>
          <w:ilvl w:val="3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0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„…w</w:t>
      </w:r>
      <w:r w:rsidRPr="009757B0">
        <w:rPr>
          <w:rFonts w:ascii="Arial Narrow" w:hAnsi="Arial Narrow"/>
          <w:sz w:val="22"/>
          <w:szCs w:val="22"/>
          <w:lang w:val="de-DE"/>
        </w:rPr>
        <w:t>egen meiner Aufgabe mit den Trikots, die Sabine hatte den Wunsch 2 Triko</w:t>
      </w:r>
      <w:r>
        <w:rPr>
          <w:rFonts w:ascii="Arial Narrow" w:hAnsi="Arial Narrow"/>
          <w:sz w:val="22"/>
          <w:szCs w:val="22"/>
          <w:lang w:val="de-DE"/>
        </w:rPr>
        <w:t>sätze nur für die</w:t>
      </w:r>
      <w:r w:rsidRPr="009757B0">
        <w:rPr>
          <w:rFonts w:ascii="Arial Narrow" w:hAnsi="Arial Narrow"/>
          <w:sz w:val="22"/>
          <w:szCs w:val="22"/>
          <w:lang w:val="de-DE"/>
        </w:rPr>
        <w:t xml:space="preserve"> Fußballe</w:t>
      </w:r>
      <w:r>
        <w:rPr>
          <w:rFonts w:ascii="Arial Narrow" w:hAnsi="Arial Narrow"/>
          <w:sz w:val="22"/>
          <w:szCs w:val="22"/>
          <w:lang w:val="de-DE"/>
        </w:rPr>
        <w:t>r</w:t>
      </w:r>
      <w:r w:rsidRPr="009757B0">
        <w:rPr>
          <w:rFonts w:ascii="Arial Narrow" w:hAnsi="Arial Narrow"/>
          <w:sz w:val="22"/>
          <w:szCs w:val="22"/>
          <w:lang w:val="de-DE"/>
        </w:rPr>
        <w:t xml:space="preserve"> zu besorgen, ich werde mich die Woche darum kümmern und mich hauptsächlich mit der Sabine kurzschließen. Es soll auch noch ein Satz fürs Basketball geben, aber da werd</w:t>
      </w:r>
      <w:r>
        <w:rPr>
          <w:rFonts w:ascii="Arial Narrow" w:hAnsi="Arial Narrow"/>
          <w:sz w:val="22"/>
          <w:szCs w:val="22"/>
          <w:lang w:val="de-DE"/>
        </w:rPr>
        <w:t>e</w:t>
      </w:r>
      <w:r w:rsidRPr="009757B0">
        <w:rPr>
          <w:rFonts w:ascii="Arial Narrow" w:hAnsi="Arial Narrow"/>
          <w:sz w:val="22"/>
          <w:szCs w:val="22"/>
          <w:lang w:val="de-DE"/>
        </w:rPr>
        <w:t xml:space="preserve"> ich mich noch informier</w:t>
      </w:r>
      <w:r>
        <w:rPr>
          <w:rFonts w:ascii="Arial Narrow" w:hAnsi="Arial Narrow"/>
          <w:sz w:val="22"/>
          <w:szCs w:val="22"/>
          <w:lang w:val="de-DE"/>
        </w:rPr>
        <w:t xml:space="preserve">en was da genau verlangt wird. </w:t>
      </w:r>
      <w:r w:rsidRPr="009757B0">
        <w:rPr>
          <w:rFonts w:ascii="Arial Narrow" w:hAnsi="Arial Narrow"/>
          <w:sz w:val="22"/>
          <w:szCs w:val="22"/>
          <w:lang w:val="de-DE"/>
        </w:rPr>
        <w:t>Gruß</w:t>
      </w:r>
      <w:r w:rsidRPr="009757B0">
        <w:rPr>
          <w:rFonts w:ascii="Arial Narrow" w:hAnsi="Arial Narrow"/>
          <w:sz w:val="20"/>
          <w:lang w:val="de-DE"/>
        </w:rPr>
        <w:t>Sebastian</w:t>
      </w:r>
      <w:r>
        <w:rPr>
          <w:rFonts w:ascii="Arial Narrow" w:hAnsi="Arial Narrow"/>
          <w:sz w:val="20"/>
          <w:lang w:val="de-DE"/>
        </w:rPr>
        <w:t>“</w:t>
      </w:r>
    </w:p>
    <w:p w:rsidR="000C1EB8" w:rsidRDefault="000C1EB8" w:rsidP="009757B0">
      <w:pPr>
        <w:pStyle w:val="WortmarkeFu"/>
        <w:numPr>
          <w:ilvl w:val="2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0"/>
          <w:lang w:val="de-DE"/>
        </w:rPr>
      </w:pPr>
      <w:r>
        <w:rPr>
          <w:rFonts w:ascii="Arial Narrow" w:hAnsi="Arial Narrow"/>
          <w:sz w:val="20"/>
          <w:lang w:val="de-DE"/>
        </w:rPr>
        <w:t>IV</w:t>
      </w:r>
      <w:r>
        <w:rPr>
          <w:rFonts w:ascii="Arial Narrow" w:hAnsi="Arial Narrow"/>
          <w:sz w:val="20"/>
          <w:lang w:val="de-DE"/>
        </w:rPr>
        <w:tab/>
        <w:t>Schlagzeug vertagt!</w:t>
      </w:r>
    </w:p>
    <w:p w:rsidR="000C1EB8" w:rsidRPr="009757B0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0C1EB8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4</w:t>
      </w:r>
      <w:r w:rsidRPr="009757B0">
        <w:rPr>
          <w:rFonts w:ascii="Arial Narrow" w:hAnsi="Arial Narrow"/>
          <w:sz w:val="22"/>
          <w:szCs w:val="22"/>
          <w:lang w:val="de-DE"/>
        </w:rPr>
        <w:t>.</w:t>
      </w:r>
      <w:r>
        <w:rPr>
          <w:rFonts w:ascii="Arial Narrow" w:hAnsi="Arial Narrow"/>
          <w:sz w:val="22"/>
          <w:szCs w:val="22"/>
          <w:lang w:val="de-DE"/>
        </w:rPr>
        <w:t xml:space="preserve">  </w:t>
      </w:r>
      <w:r w:rsidRPr="009757B0">
        <w:rPr>
          <w:rFonts w:ascii="Arial Narrow" w:hAnsi="Arial Narrow"/>
          <w:sz w:val="22"/>
          <w:szCs w:val="22"/>
          <w:lang w:val="de-DE"/>
        </w:rPr>
        <w:t>Resüme Erstsemesterparty</w:t>
      </w:r>
    </w:p>
    <w:p w:rsidR="000C1EB8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ab/>
        <w:t xml:space="preserve">e-Mail an Kanzler </w:t>
      </w:r>
    </w:p>
    <w:p w:rsidR="000C1EB8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ab/>
        <w:t xml:space="preserve">Konzept der Party überarbeiten. </w:t>
      </w:r>
    </w:p>
    <w:p w:rsidR="000C1EB8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</w:p>
    <w:p w:rsidR="000C1EB8" w:rsidRDefault="000C1EB8" w:rsidP="002A571F">
      <w:pPr>
        <w:pStyle w:val="WortmarkeFu"/>
        <w:numPr>
          <w:ilvl w:val="0"/>
          <w:numId w:val="4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Verschiedenes</w:t>
      </w:r>
    </w:p>
    <w:p w:rsidR="000C1EB8" w:rsidRDefault="000C1EB8" w:rsidP="002A571F">
      <w:pPr>
        <w:pStyle w:val="WortmarkeFu"/>
        <w:tabs>
          <w:tab w:val="clear" w:pos="9355"/>
          <w:tab w:val="left" w:pos="851"/>
        </w:tabs>
        <w:spacing w:line="360" w:lineRule="auto"/>
        <w:ind w:left="1080"/>
        <w:jc w:val="both"/>
        <w:rPr>
          <w:rFonts w:ascii="Arial Narrow" w:hAnsi="Arial Narrow"/>
          <w:sz w:val="22"/>
          <w:szCs w:val="22"/>
          <w:lang w:val="de-DE"/>
        </w:rPr>
      </w:pPr>
    </w:p>
    <w:p w:rsidR="000C1EB8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ind w:left="1080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ab/>
        <w:t>Standleiter:</w:t>
      </w:r>
    </w:p>
    <w:p w:rsidR="000C1EB8" w:rsidRDefault="000C1EB8" w:rsidP="009757B0">
      <w:pPr>
        <w:pStyle w:val="WortmarkeFu"/>
        <w:numPr>
          <w:ilvl w:val="2"/>
          <w:numId w:val="4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Benni: Verbindungen, GHB und IBC</w:t>
      </w:r>
    </w:p>
    <w:p w:rsidR="000C1EB8" w:rsidRDefault="000C1EB8" w:rsidP="009757B0">
      <w:pPr>
        <w:pStyle w:val="WortmarkeFu"/>
        <w:numPr>
          <w:ilvl w:val="2"/>
          <w:numId w:val="4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Dennis: 3 Bewerber via anschreiben</w:t>
      </w:r>
    </w:p>
    <w:p w:rsidR="000C1EB8" w:rsidRPr="009757B0" w:rsidRDefault="000C1EB8" w:rsidP="009757B0">
      <w:pPr>
        <w:pStyle w:val="WortmarkeFu"/>
        <w:numPr>
          <w:ilvl w:val="2"/>
          <w:numId w:val="4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>Anni:</w:t>
      </w:r>
      <w:r>
        <w:rPr>
          <w:rFonts w:ascii="Arial Narrow" w:hAnsi="Arial Narrow"/>
          <w:sz w:val="22"/>
          <w:szCs w:val="22"/>
          <w:lang w:val="de-DE"/>
        </w:rPr>
        <w:tab/>
        <w:t>ASK</w:t>
      </w:r>
    </w:p>
    <w:p w:rsidR="000C1EB8" w:rsidRDefault="000C1EB8" w:rsidP="002A571F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br w:type="page"/>
      </w:r>
      <w:r>
        <w:rPr>
          <w:rFonts w:ascii="Arial Narrow" w:hAnsi="Arial Narrow"/>
          <w:sz w:val="22"/>
          <w:lang w:val="de-DE"/>
        </w:rPr>
        <w:lastRenderedPageBreak/>
        <w:tab/>
      </w:r>
      <w:r>
        <w:rPr>
          <w:rFonts w:ascii="Arial Narrow" w:hAnsi="Arial Narrow"/>
          <w:sz w:val="22"/>
          <w:lang w:val="de-DE"/>
        </w:rPr>
        <w:tab/>
        <w:t>Aufgabenverteilung HSB</w:t>
      </w:r>
    </w:p>
    <w:p w:rsidR="000C1EB8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  <w:t>Benni, Flo</w:t>
      </w:r>
      <w:r>
        <w:rPr>
          <w:rFonts w:ascii="Arial Narrow" w:hAnsi="Arial Narrow"/>
          <w:sz w:val="22"/>
          <w:lang w:val="de-DE"/>
        </w:rPr>
        <w:tab/>
        <w:t>Getränkelogistik</w:t>
      </w:r>
    </w:p>
    <w:p w:rsidR="000C1EB8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  <w:t>Basti</w:t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  <w:t>Technik</w:t>
      </w:r>
    </w:p>
    <w:p w:rsidR="000C1EB8" w:rsidRPr="009757B0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en-GB"/>
        </w:rPr>
      </w:pP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</w:r>
      <w:r w:rsidRPr="009757B0">
        <w:rPr>
          <w:rFonts w:ascii="Arial Narrow" w:hAnsi="Arial Narrow"/>
          <w:sz w:val="22"/>
          <w:lang w:val="en-GB"/>
        </w:rPr>
        <w:t>The Millers</w:t>
      </w:r>
      <w:r w:rsidRPr="009757B0">
        <w:rPr>
          <w:rFonts w:ascii="Arial Narrow" w:hAnsi="Arial Narrow"/>
          <w:sz w:val="22"/>
          <w:lang w:val="en-GB"/>
        </w:rPr>
        <w:tab/>
        <w:t>Musik</w:t>
      </w:r>
      <w:r w:rsidRPr="009757B0">
        <w:rPr>
          <w:rFonts w:ascii="Arial Narrow" w:hAnsi="Arial Narrow"/>
          <w:sz w:val="22"/>
          <w:lang w:val="en-GB"/>
        </w:rPr>
        <w:tab/>
      </w:r>
      <w:hyperlink r:id="rId9" w:history="1">
        <w:r w:rsidRPr="00063E3E">
          <w:rPr>
            <w:rStyle w:val="Hyperlink"/>
            <w:rFonts w:ascii="Arial Narrow" w:hAnsi="Arial Narrow"/>
            <w:sz w:val="22"/>
          </w:rPr>
          <w:t>www.millers.de</w:t>
        </w:r>
      </w:hyperlink>
    </w:p>
    <w:p w:rsidR="000C1EB8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en-GB"/>
        </w:rPr>
      </w:pPr>
      <w:r>
        <w:rPr>
          <w:rFonts w:ascii="Arial Narrow" w:hAnsi="Arial Narrow"/>
          <w:sz w:val="22"/>
          <w:lang w:val="en-GB"/>
        </w:rPr>
        <w:tab/>
      </w:r>
      <w:r>
        <w:rPr>
          <w:rFonts w:ascii="Arial Narrow" w:hAnsi="Arial Narrow"/>
          <w:sz w:val="22"/>
          <w:lang w:val="en-GB"/>
        </w:rPr>
        <w:tab/>
      </w:r>
      <w:r>
        <w:rPr>
          <w:rFonts w:ascii="Arial Narrow" w:hAnsi="Arial Narrow"/>
          <w:sz w:val="22"/>
          <w:lang w:val="en-GB"/>
        </w:rPr>
        <w:tab/>
        <w:t>Michi. Sunny</w:t>
      </w:r>
      <w:r>
        <w:rPr>
          <w:rFonts w:ascii="Arial Narrow" w:hAnsi="Arial Narrow"/>
          <w:sz w:val="22"/>
          <w:lang w:val="en-GB"/>
        </w:rPr>
        <w:tab/>
        <w:t>Sachgüterlogistik</w:t>
      </w:r>
    </w:p>
    <w:p w:rsidR="000C1EB8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en-GB"/>
        </w:rPr>
      </w:pPr>
      <w:r>
        <w:rPr>
          <w:rFonts w:ascii="Arial Narrow" w:hAnsi="Arial Narrow"/>
          <w:sz w:val="22"/>
          <w:lang w:val="en-GB"/>
        </w:rPr>
        <w:tab/>
      </w:r>
      <w:r>
        <w:rPr>
          <w:rFonts w:ascii="Arial Narrow" w:hAnsi="Arial Narrow"/>
          <w:sz w:val="22"/>
          <w:lang w:val="en-GB"/>
        </w:rPr>
        <w:tab/>
      </w:r>
      <w:r>
        <w:rPr>
          <w:rFonts w:ascii="Arial Narrow" w:hAnsi="Arial Narrow"/>
          <w:sz w:val="22"/>
          <w:lang w:val="en-GB"/>
        </w:rPr>
        <w:tab/>
        <w:t>Anni, Marie</w:t>
      </w:r>
      <w:r>
        <w:rPr>
          <w:rFonts w:ascii="Arial Narrow" w:hAnsi="Arial Narrow"/>
          <w:sz w:val="22"/>
          <w:lang w:val="en-GB"/>
        </w:rPr>
        <w:tab/>
        <w:t>Werbung/ Deko</w:t>
      </w:r>
      <w:r>
        <w:rPr>
          <w:rFonts w:ascii="Arial Narrow" w:hAnsi="Arial Narrow"/>
          <w:sz w:val="22"/>
          <w:lang w:val="en-GB"/>
        </w:rPr>
        <w:tab/>
      </w:r>
    </w:p>
    <w:p w:rsidR="000C1EB8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en-GB"/>
        </w:rPr>
      </w:pPr>
      <w:r>
        <w:rPr>
          <w:rFonts w:ascii="Arial Narrow" w:hAnsi="Arial Narrow"/>
          <w:sz w:val="22"/>
          <w:lang w:val="en-GB"/>
        </w:rPr>
        <w:tab/>
      </w:r>
      <w:r>
        <w:rPr>
          <w:rFonts w:ascii="Arial Narrow" w:hAnsi="Arial Narrow"/>
          <w:sz w:val="22"/>
          <w:lang w:val="en-GB"/>
        </w:rPr>
        <w:tab/>
      </w:r>
      <w:r>
        <w:rPr>
          <w:rFonts w:ascii="Arial Narrow" w:hAnsi="Arial Narrow"/>
          <w:sz w:val="22"/>
          <w:lang w:val="en-GB"/>
        </w:rPr>
        <w:tab/>
        <w:t>Dennis</w:t>
      </w:r>
      <w:r>
        <w:rPr>
          <w:rFonts w:ascii="Arial Narrow" w:hAnsi="Arial Narrow"/>
          <w:sz w:val="22"/>
          <w:lang w:val="en-GB"/>
        </w:rPr>
        <w:tab/>
      </w:r>
      <w:r>
        <w:rPr>
          <w:rFonts w:ascii="Arial Narrow" w:hAnsi="Arial Narrow"/>
          <w:sz w:val="22"/>
          <w:lang w:val="en-GB"/>
        </w:rPr>
        <w:tab/>
      </w:r>
      <w:r w:rsidRPr="002A571F">
        <w:rPr>
          <w:rFonts w:ascii="Arial Narrow" w:hAnsi="Arial Narrow"/>
          <w:sz w:val="22"/>
          <w:lang w:val="de-DE"/>
        </w:rPr>
        <w:t>Garderobe</w:t>
      </w:r>
      <w:r>
        <w:rPr>
          <w:rFonts w:ascii="Arial Narrow" w:hAnsi="Arial Narrow"/>
          <w:sz w:val="22"/>
          <w:lang w:val="en-GB"/>
        </w:rPr>
        <w:t>, Kasse</w:t>
      </w:r>
    </w:p>
    <w:p w:rsidR="000C1EB8" w:rsidRPr="002A571F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en-GB"/>
        </w:rPr>
        <w:tab/>
      </w:r>
      <w:r>
        <w:rPr>
          <w:rFonts w:ascii="Arial Narrow" w:hAnsi="Arial Narrow"/>
          <w:sz w:val="22"/>
          <w:lang w:val="en-GB"/>
        </w:rPr>
        <w:tab/>
      </w:r>
      <w:r>
        <w:rPr>
          <w:rFonts w:ascii="Arial Narrow" w:hAnsi="Arial Narrow"/>
          <w:sz w:val="22"/>
          <w:lang w:val="en-GB"/>
        </w:rPr>
        <w:tab/>
      </w:r>
      <w:r w:rsidRPr="002A571F">
        <w:rPr>
          <w:rFonts w:ascii="Arial Narrow" w:hAnsi="Arial Narrow"/>
          <w:sz w:val="22"/>
          <w:lang w:val="de-DE"/>
        </w:rPr>
        <w:t>Dennis B, Dimi</w:t>
      </w:r>
      <w:r w:rsidRPr="002A571F">
        <w:rPr>
          <w:rFonts w:ascii="Arial Narrow" w:hAnsi="Arial Narrow"/>
          <w:sz w:val="22"/>
          <w:lang w:val="de-DE"/>
        </w:rPr>
        <w:tab/>
        <w:t>Sicherheit und Aussenbeleuchtugn</w:t>
      </w:r>
    </w:p>
    <w:p w:rsidR="000C1EB8" w:rsidRPr="002A571F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en-GB"/>
        </w:rPr>
      </w:pP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</w:r>
      <w:r w:rsidRPr="002A571F">
        <w:rPr>
          <w:rFonts w:ascii="Arial Narrow" w:hAnsi="Arial Narrow"/>
          <w:sz w:val="22"/>
          <w:lang w:val="en-GB"/>
        </w:rPr>
        <w:t>Babs, Sarah</w:t>
      </w:r>
      <w:r w:rsidRPr="002A571F">
        <w:rPr>
          <w:rFonts w:ascii="Arial Narrow" w:hAnsi="Arial Narrow"/>
          <w:sz w:val="22"/>
          <w:lang w:val="en-GB"/>
        </w:rPr>
        <w:tab/>
        <w:t>„Head of state“</w:t>
      </w:r>
    </w:p>
    <w:p w:rsidR="000C1EB8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en-GB"/>
        </w:rPr>
      </w:pPr>
      <w:r>
        <w:rPr>
          <w:rFonts w:ascii="Arial Narrow" w:hAnsi="Arial Narrow"/>
          <w:sz w:val="22"/>
          <w:lang w:val="en-GB"/>
        </w:rPr>
        <w:tab/>
      </w:r>
    </w:p>
    <w:p w:rsidR="000C1EB8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en-GB"/>
        </w:rPr>
        <w:tab/>
      </w:r>
      <w:r>
        <w:rPr>
          <w:rFonts w:ascii="Arial Narrow" w:hAnsi="Arial Narrow"/>
          <w:sz w:val="22"/>
          <w:lang w:val="en-GB"/>
        </w:rPr>
        <w:tab/>
      </w:r>
      <w:r w:rsidRPr="002A571F">
        <w:rPr>
          <w:rFonts w:ascii="Arial Narrow" w:hAnsi="Arial Narrow"/>
          <w:sz w:val="22"/>
          <w:lang w:val="de-DE"/>
        </w:rPr>
        <w:t>Helferliste wird beim ext</w:t>
      </w:r>
      <w:r>
        <w:rPr>
          <w:rFonts w:ascii="Arial Narrow" w:hAnsi="Arial Narrow"/>
          <w:sz w:val="22"/>
          <w:lang w:val="de-DE"/>
        </w:rPr>
        <w:t xml:space="preserve">rameeting am </w:t>
      </w:r>
      <w:r w:rsidRPr="002A571F">
        <w:rPr>
          <w:rFonts w:ascii="Arial Narrow" w:hAnsi="Arial Narrow"/>
          <w:b/>
          <w:sz w:val="24"/>
          <w:szCs w:val="24"/>
          <w:lang w:val="de-DE"/>
        </w:rPr>
        <w:t>Donnerstag 19:00 Uhr</w:t>
      </w:r>
      <w:r w:rsidRPr="002A571F">
        <w:rPr>
          <w:rFonts w:ascii="Arial Narrow" w:hAnsi="Arial Narrow"/>
          <w:sz w:val="22"/>
          <w:lang w:val="de-DE"/>
        </w:rPr>
        <w:t xml:space="preserve"> besprochen!</w:t>
      </w:r>
    </w:p>
    <w:p w:rsidR="000C1EB8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p w:rsidR="000C1EB8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Themenabend Cafete</w:t>
      </w:r>
    </w:p>
    <w:p w:rsidR="000C1EB8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ab/>
        <w:t xml:space="preserve">Werbung </w:t>
      </w:r>
      <w:r>
        <w:rPr>
          <w:rFonts w:ascii="Arial Narrow" w:hAnsi="Arial Narrow"/>
          <w:sz w:val="22"/>
          <w:lang w:val="de-DE"/>
        </w:rPr>
        <w:tab/>
        <w:t xml:space="preserve">Anni </w:t>
      </w:r>
    </w:p>
    <w:p w:rsidR="000C1EB8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ab/>
        <w:t>Getränke</w:t>
      </w:r>
      <w:r>
        <w:rPr>
          <w:rFonts w:ascii="Arial Narrow" w:hAnsi="Arial Narrow"/>
          <w:sz w:val="22"/>
          <w:lang w:val="de-DE"/>
        </w:rPr>
        <w:tab/>
        <w:t>Benni</w:t>
      </w: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  <w:t>Becks,Becks Lemon</w:t>
      </w:r>
    </w:p>
    <w:p w:rsidR="000C1EB8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ab/>
        <w:t>Finger Food</w:t>
      </w:r>
    </w:p>
    <w:p w:rsidR="000C1EB8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ab/>
      </w:r>
      <w:r>
        <w:rPr>
          <w:rFonts w:ascii="Arial Narrow" w:hAnsi="Arial Narrow"/>
          <w:sz w:val="22"/>
          <w:lang w:val="de-DE"/>
        </w:rPr>
        <w:tab/>
        <w:t>Salzstangen, Goldbären</w:t>
      </w:r>
    </w:p>
    <w:p w:rsidR="000C1EB8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ab/>
        <w:t>Bar-personal</w:t>
      </w:r>
      <w:r>
        <w:rPr>
          <w:rFonts w:ascii="Arial Narrow" w:hAnsi="Arial Narrow"/>
          <w:sz w:val="22"/>
          <w:lang w:val="de-DE"/>
        </w:rPr>
        <w:tab/>
        <w:t>Putzen oder putzen lassen</w:t>
      </w:r>
    </w:p>
    <w:p w:rsidR="000C1EB8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ab/>
      </w:r>
    </w:p>
    <w:p w:rsidR="000C1EB8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ab/>
        <w:t>Programm</w:t>
      </w:r>
      <w:r>
        <w:rPr>
          <w:rFonts w:ascii="Arial Narrow" w:hAnsi="Arial Narrow"/>
          <w:sz w:val="22"/>
          <w:lang w:val="de-DE"/>
        </w:rPr>
        <w:tab/>
        <w:t>PS3 Guitar Hero, FIFA Autorennen</w:t>
      </w:r>
    </w:p>
    <w:p w:rsidR="000C1EB8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p w:rsidR="000C1EB8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Nikolaus-Aktion 2011</w:t>
      </w:r>
    </w:p>
    <w:p w:rsidR="000C1EB8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ab/>
        <w:t>Stand in der Mensa</w:t>
      </w:r>
    </w:p>
    <w:p w:rsidR="000C1EB8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ab/>
        <w:t>Hauptverantwortlich Sunny</w:t>
      </w:r>
    </w:p>
    <w:p w:rsidR="000C1EB8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p w:rsidR="000C1EB8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Werbung im Allgemeinen</w:t>
      </w:r>
    </w:p>
    <w:p w:rsidR="000C1EB8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ab/>
        <w:t>Marie und Anni als ansprechpartner für GLF und Fu-Funk</w:t>
      </w:r>
    </w:p>
    <w:p w:rsidR="000C1EB8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p w:rsidR="000C1EB8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Kufina aushang (e-Mail; 10 minütiger kurzfilm. KUrzFIlmNAcht)</w:t>
      </w:r>
    </w:p>
    <w:p w:rsidR="000C1EB8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RSS-Feeds Stadt-aktuell.de oder so was…</w:t>
      </w:r>
    </w:p>
    <w:p w:rsidR="000C1EB8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p w:rsidR="000C1EB8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p w:rsidR="000C1EB8" w:rsidRPr="002A571F" w:rsidRDefault="000C1EB8" w:rsidP="009757B0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Dennis</w:t>
      </w:r>
    </w:p>
    <w:sectPr w:rsidR="000C1EB8" w:rsidRPr="002A571F" w:rsidSect="007F047A">
      <w:headerReference w:type="default" r:id="rId10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EB8" w:rsidRDefault="000C1EB8">
      <w:pPr>
        <w:spacing w:line="20" w:lineRule="exact"/>
      </w:pPr>
    </w:p>
  </w:endnote>
  <w:endnote w:type="continuationSeparator" w:id="0">
    <w:p w:rsidR="000C1EB8" w:rsidRDefault="000C1EB8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0C1EB8" w:rsidRDefault="000C1EB8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altName w:val="Arial Narrow"/>
    <w:panose1 w:val="020B060602020206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EB8" w:rsidRDefault="000C1EB8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0C1EB8" w:rsidRDefault="000C1E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0C1EB8" w:rsidRPr="00CF0EE6" w:rsidRDefault="000C1EB8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>
      <w:rPr>
        <w:rFonts w:ascii="Arial Narrow" w:hAnsi="Arial Narrow"/>
        <w:sz w:val="20"/>
        <w:lang w:val="de-DE"/>
      </w:rPr>
      <w:t>4</w:t>
    </w:r>
    <w:r w:rsidRPr="00CF0EE6">
      <w:rPr>
        <w:rFonts w:ascii="Arial Narrow" w:hAnsi="Arial Narrow"/>
        <w:sz w:val="20"/>
        <w:lang w:val="de-DE"/>
      </w:rPr>
      <w:t xml:space="preserve">. 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WS</w:t>
    </w:r>
    <w:r w:rsidRPr="00CF0EE6">
      <w:rPr>
        <w:rFonts w:ascii="Arial Narrow" w:hAnsi="Arial Narrow"/>
        <w:sz w:val="20"/>
        <w:lang w:val="de-DE"/>
      </w:rPr>
      <w:t xml:space="preserve"> </w:t>
    </w:r>
    <w:r>
      <w:rPr>
        <w:rFonts w:ascii="Arial Narrow" w:hAnsi="Arial Narrow"/>
        <w:sz w:val="20"/>
        <w:lang w:val="de-DE"/>
      </w:rPr>
      <w:t>2011</w:t>
    </w:r>
    <w:r w:rsidRPr="00CF0EE6">
      <w:rPr>
        <w:rFonts w:ascii="Arial Narrow" w:hAnsi="Arial Narrow"/>
        <w:sz w:val="20"/>
        <w:lang w:val="de-DE"/>
      </w:rPr>
      <w:t xml:space="preserve"> am </w:t>
    </w:r>
    <w:r>
      <w:rPr>
        <w:rFonts w:ascii="Arial Narrow" w:hAnsi="Arial Narrow"/>
        <w:sz w:val="20"/>
        <w:lang w:val="de-DE"/>
      </w:rPr>
      <w:t>11.10.2011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EA2D80">
      <w:rPr>
        <w:rFonts w:ascii="Arial Narrow" w:hAnsi="Arial Narrow"/>
        <w:noProof/>
        <w:sz w:val="20"/>
        <w:lang w:val="de-DE"/>
      </w:rPr>
      <w:t>1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0C1EB8" w:rsidRPr="00CF0EE6" w:rsidRDefault="000C1EB8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0C1EB8" w:rsidRPr="00CF0EE6" w:rsidRDefault="000C1EB8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44BC"/>
    <w:multiLevelType w:val="multilevel"/>
    <w:tmpl w:val="20B652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05325F"/>
    <w:multiLevelType w:val="hybridMultilevel"/>
    <w:tmpl w:val="D29C5EEA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cs="Times New Roman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9C"/>
    <w:rsid w:val="00010829"/>
    <w:rsid w:val="000243CF"/>
    <w:rsid w:val="000459F9"/>
    <w:rsid w:val="00052A2E"/>
    <w:rsid w:val="00063E3E"/>
    <w:rsid w:val="00094624"/>
    <w:rsid w:val="000A4FD2"/>
    <w:rsid w:val="000B2E2D"/>
    <w:rsid w:val="000C1EB8"/>
    <w:rsid w:val="000C2A6E"/>
    <w:rsid w:val="000D74D9"/>
    <w:rsid w:val="00103636"/>
    <w:rsid w:val="0011608E"/>
    <w:rsid w:val="001364FA"/>
    <w:rsid w:val="0014473D"/>
    <w:rsid w:val="00144E86"/>
    <w:rsid w:val="001C7E80"/>
    <w:rsid w:val="001D3317"/>
    <w:rsid w:val="001F5D4C"/>
    <w:rsid w:val="00203683"/>
    <w:rsid w:val="00211E26"/>
    <w:rsid w:val="00273332"/>
    <w:rsid w:val="00274830"/>
    <w:rsid w:val="002A571F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01BD9"/>
    <w:rsid w:val="00543129"/>
    <w:rsid w:val="005B1C22"/>
    <w:rsid w:val="005F45A2"/>
    <w:rsid w:val="00602994"/>
    <w:rsid w:val="00606F9B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1784D"/>
    <w:rsid w:val="00843F45"/>
    <w:rsid w:val="008457B3"/>
    <w:rsid w:val="008743D8"/>
    <w:rsid w:val="008C250E"/>
    <w:rsid w:val="008D16EC"/>
    <w:rsid w:val="008F7364"/>
    <w:rsid w:val="00927544"/>
    <w:rsid w:val="009301A0"/>
    <w:rsid w:val="00937828"/>
    <w:rsid w:val="009757B0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51224"/>
    <w:rsid w:val="00B83D82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803B9"/>
    <w:rsid w:val="00DD1790"/>
    <w:rsid w:val="00DE1F6C"/>
    <w:rsid w:val="00E206F4"/>
    <w:rsid w:val="00E36789"/>
    <w:rsid w:val="00E52891"/>
    <w:rsid w:val="00E66A27"/>
    <w:rsid w:val="00E81768"/>
    <w:rsid w:val="00E97E93"/>
    <w:rsid w:val="00EA2D80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1BD9"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1BD9"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43EB"/>
    <w:rPr>
      <w:rFonts w:asciiTheme="majorHAnsi" w:eastAsiaTheme="majorEastAsia" w:hAnsiTheme="majorHAnsi" w:cs="Mangal"/>
      <w:b/>
      <w:bCs/>
      <w:kern w:val="32"/>
      <w:sz w:val="32"/>
      <w:szCs w:val="29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43EB"/>
    <w:rPr>
      <w:rFonts w:asciiTheme="majorHAnsi" w:eastAsiaTheme="majorEastAsia" w:hAnsiTheme="majorHAnsi" w:cs="Mangal"/>
      <w:b/>
      <w:bCs/>
      <w:i/>
      <w:iCs/>
      <w:kern w:val="3"/>
      <w:sz w:val="28"/>
      <w:szCs w:val="25"/>
      <w:lang w:eastAsia="zh-CN" w:bidi="hi-IN"/>
    </w:rPr>
  </w:style>
  <w:style w:type="character" w:customStyle="1" w:styleId="BRF-klein">
    <w:name w:val="BRF-klein"/>
    <w:basedOn w:val="Absatz-Standardschriftart"/>
    <w:uiPriority w:val="99"/>
    <w:rsid w:val="00501BD9"/>
    <w:rPr>
      <w:rFonts w:ascii="AvantGarde" w:hAnsi="AvantGarde" w:cs="Times New Roman"/>
      <w:sz w:val="14"/>
      <w:lang w:val="en-US"/>
    </w:rPr>
  </w:style>
  <w:style w:type="character" w:customStyle="1" w:styleId="weis">
    <w:name w:val="weis"/>
    <w:basedOn w:val="Absatz-Standardschriftart"/>
    <w:uiPriority w:val="99"/>
    <w:rsid w:val="00501BD9"/>
    <w:rPr>
      <w:rFonts w:ascii="Courier" w:hAnsi="Courier" w:cs="Times New Roman"/>
      <w:color w:val="FFFFFF"/>
      <w:sz w:val="24"/>
      <w:lang w:val="en-US"/>
    </w:rPr>
  </w:style>
  <w:style w:type="paragraph" w:customStyle="1" w:styleId="Wortmarke">
    <w:name w:val="Wortmarke"/>
    <w:uiPriority w:val="99"/>
    <w:rsid w:val="00501BD9"/>
    <w:pPr>
      <w:tabs>
        <w:tab w:val="right" w:pos="9026"/>
      </w:tabs>
      <w:suppressAutoHyphens/>
    </w:pPr>
    <w:rPr>
      <w:rFonts w:ascii="AvantGarde" w:hAnsi="AvantGarde"/>
      <w:sz w:val="34"/>
      <w:szCs w:val="20"/>
      <w:lang w:val="en-US"/>
    </w:rPr>
  </w:style>
  <w:style w:type="paragraph" w:customStyle="1" w:styleId="WortmarkeFu">
    <w:name w:val="WortmarkeFu"/>
    <w:uiPriority w:val="99"/>
    <w:rsid w:val="00501BD9"/>
    <w:pPr>
      <w:tabs>
        <w:tab w:val="right" w:pos="9355"/>
      </w:tabs>
      <w:suppressAutoHyphens/>
    </w:pPr>
    <w:rPr>
      <w:rFonts w:ascii="AvantGarde" w:hAnsi="AvantGarde"/>
      <w:sz w:val="34"/>
      <w:szCs w:val="20"/>
      <w:lang w:val="en-US"/>
    </w:rPr>
  </w:style>
  <w:style w:type="character" w:customStyle="1" w:styleId="Senat1">
    <w:name w:val="Senat1"/>
    <w:basedOn w:val="Absatz-Standardschriftart"/>
    <w:uiPriority w:val="99"/>
    <w:rsid w:val="00501BD9"/>
    <w:rPr>
      <w:rFonts w:ascii="Helvetica-Narrow" w:hAnsi="Helvetica-Narrow" w:cs="Times New Roman"/>
      <w:smallCaps/>
      <w:sz w:val="16"/>
      <w:lang w:val="en-US"/>
    </w:rPr>
  </w:style>
  <w:style w:type="character" w:customStyle="1" w:styleId="FormatInh8">
    <w:name w:val="FormatInh 8"/>
    <w:basedOn w:val="Absatz-Standardschriftart"/>
    <w:uiPriority w:val="99"/>
    <w:rsid w:val="00501BD9"/>
    <w:rPr>
      <w:rFonts w:cs="Times New Roman"/>
    </w:rPr>
  </w:style>
  <w:style w:type="character" w:customStyle="1" w:styleId="FormatInh5">
    <w:name w:val="FormatInh 5"/>
    <w:basedOn w:val="Absatz-Standardschriftart"/>
    <w:uiPriority w:val="99"/>
    <w:rsid w:val="00501BD9"/>
    <w:rPr>
      <w:rFonts w:cs="Times New Roman"/>
    </w:rPr>
  </w:style>
  <w:style w:type="character" w:customStyle="1" w:styleId="FormatInh6">
    <w:name w:val="FormatInh 6"/>
    <w:basedOn w:val="Absatz-Standardschriftart"/>
    <w:uiPriority w:val="99"/>
    <w:rsid w:val="00501BD9"/>
    <w:rPr>
      <w:rFonts w:cs="Times New Roman"/>
    </w:rPr>
  </w:style>
  <w:style w:type="character" w:customStyle="1" w:styleId="FormatInh2">
    <w:name w:val="FormatInh 2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character" w:customStyle="1" w:styleId="FormatInh7">
    <w:name w:val="FormatInh 7"/>
    <w:basedOn w:val="Absatz-Standardschriftart"/>
    <w:uiPriority w:val="99"/>
    <w:rsid w:val="00501BD9"/>
    <w:rPr>
      <w:rFonts w:cs="Times New Roman"/>
    </w:rPr>
  </w:style>
  <w:style w:type="character" w:customStyle="1" w:styleId="Bblgraphie">
    <w:name w:val="Bblgraphie"/>
    <w:basedOn w:val="Absatz-Standardschriftart"/>
    <w:uiPriority w:val="99"/>
    <w:rsid w:val="00501BD9"/>
    <w:rPr>
      <w:rFonts w:cs="Times New Roman"/>
    </w:rPr>
  </w:style>
  <w:style w:type="paragraph" w:customStyle="1" w:styleId="AbsNrRechts1">
    <w:name w:val="AbsNrRechts 1"/>
    <w:uiPriority w:val="99"/>
    <w:rsid w:val="00501BD9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Cs w:val="20"/>
      <w:lang w:val="en-US"/>
    </w:rPr>
  </w:style>
  <w:style w:type="paragraph" w:customStyle="1" w:styleId="AbsNrRechts2">
    <w:name w:val="AbsNrRechts 2"/>
    <w:uiPriority w:val="99"/>
    <w:rsid w:val="00501BD9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szCs w:val="20"/>
      <w:lang w:val="en-US"/>
    </w:rPr>
  </w:style>
  <w:style w:type="character" w:customStyle="1" w:styleId="FormatInh3">
    <w:name w:val="FormatInh 3"/>
    <w:basedOn w:val="Absatz-Standardschriftart"/>
    <w:uiPriority w:val="99"/>
    <w:rsid w:val="00501BD9"/>
    <w:rPr>
      <w:rFonts w:ascii="Courier" w:hAnsi="Courier" w:cs="Times New Roman"/>
      <w:sz w:val="24"/>
      <w:lang w:val="en-US"/>
    </w:rPr>
  </w:style>
  <w:style w:type="paragraph" w:customStyle="1" w:styleId="AbsNrRechts3">
    <w:name w:val="AbsNrRechts 3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szCs w:val="20"/>
      <w:lang w:val="en-US"/>
    </w:rPr>
  </w:style>
  <w:style w:type="paragraph" w:customStyle="1" w:styleId="AbsNrRechts4">
    <w:name w:val="AbsNrRechts 4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szCs w:val="20"/>
      <w:lang w:val="en-US"/>
    </w:rPr>
  </w:style>
  <w:style w:type="paragraph" w:customStyle="1" w:styleId="AbsNrRechts5">
    <w:name w:val="AbsNrRechts 5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szCs w:val="20"/>
      <w:lang w:val="en-US"/>
    </w:rPr>
  </w:style>
  <w:style w:type="paragraph" w:customStyle="1" w:styleId="AbsNrRechts6">
    <w:name w:val="AbsNrRechts 6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szCs w:val="20"/>
      <w:lang w:val="en-US"/>
    </w:rPr>
  </w:style>
  <w:style w:type="paragraph" w:customStyle="1" w:styleId="AbsNrRechts7">
    <w:name w:val="AbsNrRechts 7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szCs w:val="20"/>
      <w:lang w:val="en-US"/>
    </w:rPr>
  </w:style>
  <w:style w:type="paragraph" w:customStyle="1" w:styleId="AbsNrRechts8">
    <w:name w:val="AbsNrRechts 8"/>
    <w:uiPriority w:val="99"/>
    <w:rsid w:val="00501BD9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szCs w:val="20"/>
      <w:lang w:val="en-US"/>
    </w:rPr>
  </w:style>
  <w:style w:type="paragraph" w:customStyle="1" w:styleId="FormatInh1">
    <w:name w:val="FormatInh 1"/>
    <w:uiPriority w:val="99"/>
    <w:rsid w:val="00501BD9"/>
    <w:pPr>
      <w:keepNext/>
      <w:keepLines/>
      <w:tabs>
        <w:tab w:val="left" w:pos="-720"/>
      </w:tabs>
      <w:suppressAutoHyphens/>
    </w:pPr>
    <w:rPr>
      <w:rFonts w:ascii="Courier" w:hAnsi="Courier"/>
      <w:sz w:val="24"/>
      <w:szCs w:val="20"/>
      <w:lang w:val="en-US"/>
    </w:rPr>
  </w:style>
  <w:style w:type="character" w:customStyle="1" w:styleId="FormatInh4">
    <w:name w:val="FormatInh 4"/>
    <w:basedOn w:val="Absatz-Standardschriftart"/>
    <w:uiPriority w:val="99"/>
    <w:rsid w:val="00501BD9"/>
    <w:rPr>
      <w:rFonts w:cs="Times New Roman"/>
      <w:b/>
      <w:i/>
      <w:sz w:val="24"/>
    </w:rPr>
  </w:style>
  <w:style w:type="character" w:customStyle="1" w:styleId="MarkInhalt">
    <w:name w:val="MarkInhalt"/>
    <w:basedOn w:val="Absatz-Standardschriftart"/>
    <w:uiPriority w:val="99"/>
    <w:rsid w:val="00501BD9"/>
    <w:rPr>
      <w:rFonts w:cs="Times New Roman"/>
    </w:rPr>
  </w:style>
  <w:style w:type="character" w:customStyle="1" w:styleId="Senat2">
    <w:name w:val="Senat2"/>
    <w:basedOn w:val="Absatz-Standardschriftart"/>
    <w:uiPriority w:val="99"/>
    <w:rsid w:val="00501BD9"/>
    <w:rPr>
      <w:rFonts w:ascii="Helvetica" w:hAnsi="Helvetica" w:cs="Times New Roman"/>
      <w:b/>
      <w:smallCaps/>
      <w:sz w:val="26"/>
      <w:lang w:val="en-US"/>
    </w:rPr>
  </w:style>
  <w:style w:type="paragraph" w:customStyle="1" w:styleId="tele-w51">
    <w:name w:val="tele-w51"/>
    <w:uiPriority w:val="99"/>
    <w:rsid w:val="00501BD9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szCs w:val="20"/>
      <w:lang w:val="en-US"/>
    </w:rPr>
  </w:style>
  <w:style w:type="paragraph" w:styleId="Verzeichnis1">
    <w:name w:val="toc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uiPriority w:val="99"/>
    <w:semiHidden/>
    <w:rsid w:val="00501BD9"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uiPriority w:val="99"/>
    <w:semiHidden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uiPriority w:val="99"/>
    <w:semiHidden/>
    <w:rsid w:val="00501BD9"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uiPriority w:val="99"/>
    <w:rsid w:val="00501BD9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uiPriority w:val="99"/>
    <w:qFormat/>
    <w:rsid w:val="00501BD9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  <w:uiPriority w:val="99"/>
    <w:rsid w:val="00501BD9"/>
  </w:style>
  <w:style w:type="paragraph" w:styleId="Kopfzeile">
    <w:name w:val="header"/>
    <w:basedOn w:val="Standard"/>
    <w:link w:val="Kopf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rsid w:val="00501BD9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character" w:styleId="Seitenzahl">
    <w:name w:val="page number"/>
    <w:basedOn w:val="Absatz-Standardschriftart"/>
    <w:uiPriority w:val="99"/>
    <w:rsid w:val="00501BD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rsid w:val="00501BD9"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paragraph" w:styleId="Textkrper-Zeileneinzug">
    <w:name w:val="Body Text Indent"/>
    <w:basedOn w:val="Standard"/>
    <w:link w:val="Textkrper-Zeileneinzug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">
    <w:name w:val="Body Text"/>
    <w:basedOn w:val="Standard"/>
    <w:link w:val="TextkrperZchn"/>
    <w:uiPriority w:val="99"/>
    <w:rsid w:val="00501BD9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2">
    <w:name w:val="Body Text Indent 2"/>
    <w:basedOn w:val="Standard"/>
    <w:link w:val="Textkrper-Einzug2Zchn"/>
    <w:uiPriority w:val="99"/>
    <w:rsid w:val="00501BD9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5443EB"/>
    <w:rPr>
      <w:rFonts w:eastAsia="SimSun" w:cs="Mangal"/>
      <w:kern w:val="3"/>
      <w:sz w:val="24"/>
      <w:szCs w:val="21"/>
      <w:lang w:eastAsia="zh-CN" w:bidi="hi-IN"/>
    </w:rPr>
  </w:style>
  <w:style w:type="paragraph" w:styleId="Textkrper-Einzug3">
    <w:name w:val="Body Text Indent 3"/>
    <w:basedOn w:val="Standard"/>
    <w:link w:val="Textkrper-Einzug3Zchn"/>
    <w:uiPriority w:val="99"/>
    <w:rsid w:val="00501BD9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5443EB"/>
    <w:rPr>
      <w:rFonts w:eastAsia="SimSun" w:cs="Mangal"/>
      <w:kern w:val="3"/>
      <w:sz w:val="16"/>
      <w:szCs w:val="14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43EB"/>
    <w:rPr>
      <w:rFonts w:eastAsia="SimSun" w:cs="Mangal"/>
      <w:kern w:val="3"/>
      <w:sz w:val="0"/>
      <w:szCs w:val="0"/>
      <w:lang w:eastAsia="zh-CN" w:bidi="hi-IN"/>
    </w:rPr>
  </w:style>
  <w:style w:type="character" w:styleId="Hyperlink">
    <w:name w:val="Hyperlink"/>
    <w:basedOn w:val="Absatz-Standardschriftart"/>
    <w:uiPriority w:val="99"/>
    <w:rsid w:val="009757B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illers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%23WS%2011-12\02%20-%20Sitzungen\02-01%20-%20AStA\Agenda_WS%202011_12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Agenda_WS 2011_12_Vorlage.dotx</Template>
  <TotalTime>0</TotalTime>
  <Pages>3</Pages>
  <Words>350</Words>
  <Characters>2209</Characters>
  <Application>Microsoft Office Word</Application>
  <DocSecurity>4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bkopf</dc:creator>
  <cp:lastModifiedBy>bkopf</cp:lastModifiedBy>
  <cp:revision>2</cp:revision>
  <cp:lastPrinted>2006-04-05T07:40:00Z</cp:lastPrinted>
  <dcterms:created xsi:type="dcterms:W3CDTF">2012-01-23T13:30:00Z</dcterms:created>
  <dcterms:modified xsi:type="dcterms:W3CDTF">2012-01-23T13:30:00Z</dcterms:modified>
</cp:coreProperties>
</file>